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19534EBC" w14:textId="6FBC1FA8" w:rsidR="005E3CA7" w:rsidRPr="005E3CA7" w:rsidRDefault="005E3CA7" w:rsidP="005E3CA7">
            <w:pPr>
              <w:spacing w:before="120" w:after="0"/>
              <w:rPr>
                <w:rFonts w:ascii="Century Gothic" w:hAnsi="Century Gothic" w:cs="Tahoma"/>
              </w:rPr>
            </w:pPr>
            <w:r w:rsidRPr="005E3CA7">
              <w:rPr>
                <w:rFonts w:ascii="Century Gothic" w:hAnsi="Century Gothic" w:cs="Tahoma"/>
              </w:rPr>
              <w:t xml:space="preserve">Molly cat weighs 3kg and </w:t>
            </w:r>
            <w:proofErr w:type="spellStart"/>
            <w:r>
              <w:rPr>
                <w:rFonts w:ascii="Century Gothic" w:hAnsi="Century Gothic" w:cs="Tahoma"/>
              </w:rPr>
              <w:t>Dwarfy</w:t>
            </w:r>
            <w:proofErr w:type="spellEnd"/>
            <w:r w:rsidRPr="005E3CA7">
              <w:rPr>
                <w:rFonts w:ascii="Century Gothic" w:hAnsi="Century Gothic" w:cs="Tahoma"/>
              </w:rPr>
              <w:t xml:space="preserve"> the hamster weighs 30g.  Write the ratio Molly’s and </w:t>
            </w:r>
            <w:proofErr w:type="spellStart"/>
            <w:r>
              <w:rPr>
                <w:rFonts w:ascii="Century Gothic" w:hAnsi="Century Gothic" w:cs="Tahoma"/>
              </w:rPr>
              <w:t>Dwarfy</w:t>
            </w:r>
            <w:r w:rsidRPr="005E3CA7">
              <w:rPr>
                <w:rFonts w:ascii="Century Gothic" w:hAnsi="Century Gothic" w:cs="Tahoma"/>
              </w:rPr>
              <w:t>’s</w:t>
            </w:r>
            <w:proofErr w:type="spellEnd"/>
            <w:r w:rsidRPr="005E3CA7">
              <w:rPr>
                <w:rFonts w:ascii="Century Gothic" w:hAnsi="Century Gothic" w:cs="Tahoma"/>
              </w:rPr>
              <w:t xml:space="preserve"> weights in its simplest form.</w:t>
            </w:r>
          </w:p>
          <w:p w14:paraId="543BE07C" w14:textId="09E10A42" w:rsidR="00C55B29" w:rsidRPr="004C52E2" w:rsidRDefault="00C55B29" w:rsidP="00A1371A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A1371A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0753AE1" w14:textId="7B9B35DA" w:rsidR="001E2A93" w:rsidRPr="001E2A93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274878FD" w14:textId="0FDCBEFB" w:rsidR="00CC4012" w:rsidRPr="00CC4012" w:rsidRDefault="00CC4012" w:rsidP="00CC4012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10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1B5E5D74" w14:textId="22564160" w:rsidR="00C6765F" w:rsidRPr="001E2A93" w:rsidRDefault="00CC4012" w:rsidP="00CC4012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10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4A5B2A4E" w14:textId="0CD7660B" w:rsidR="000740DB" w:rsidRDefault="00665D34" w:rsidP="00665D3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683B8A61" w14:textId="57A55539" w:rsidR="00665D34" w:rsidRPr="00A1371A" w:rsidRDefault="00EA08C0" w:rsidP="00665D34">
            <w:pPr>
              <w:spacing w:before="120" w:after="0"/>
              <w:rPr>
                <w:rFonts w:ascii="Century Gothic" w:hAnsi="Century Gothic"/>
              </w:rPr>
            </w:pPr>
            <w:r w:rsidRPr="00EA08C0">
              <w:rPr>
                <w:rFonts w:ascii="Century Gothic" w:hAnsi="Century Gothic"/>
              </w:rPr>
              <w:drawing>
                <wp:inline distT="0" distB="0" distL="0" distR="0" wp14:anchorId="7CC34192" wp14:editId="26660268">
                  <wp:extent cx="2233914" cy="1217872"/>
                  <wp:effectExtent l="0" t="0" r="1905" b="190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564"/>
                          <a:stretch/>
                        </pic:blipFill>
                        <pic:spPr bwMode="auto">
                          <a:xfrm>
                            <a:off x="0" y="0"/>
                            <a:ext cx="2254046" cy="122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A1371A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5867634" w14:textId="48B709C6" w:rsidR="00C6765F" w:rsidRPr="00C86BC9" w:rsidRDefault="00C86BC9" w:rsidP="00F35C69">
            <w:pPr>
              <w:spacing w:before="120" w:after="0"/>
              <w:rPr>
                <w:rFonts w:ascii="Century Gothic" w:hAnsi="Century Gothic"/>
              </w:rPr>
            </w:pPr>
            <w:r w:rsidRPr="00C86BC9">
              <w:rPr>
                <w:rFonts w:ascii="Century Gothic" w:hAnsi="Century Gothic" w:cs="Tahoma"/>
              </w:rPr>
              <w:t>The probability of Scholars winning is 0.2 and of drawing is 0.3.  What is the probability of Scholars losing?</w:t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6641CE38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80464D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3C9C681B" w:rsidR="00C6765F" w:rsidRPr="009F6C6A" w:rsidRDefault="0080464D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5752A0FC" wp14:editId="2D3F5940">
                  <wp:extent cx="1451464" cy="763929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683" cy="769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4F566794" w:rsidR="00525119" w:rsidRDefault="002460CE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57E79EBC">
            <wp:simplePos x="0" y="0"/>
            <wp:positionH relativeFrom="column">
              <wp:posOffset>6054090</wp:posOffset>
            </wp:positionH>
            <wp:positionV relativeFrom="paragraph">
              <wp:posOffset>3993482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760AE">
        <w:rPr>
          <w:rFonts w:ascii="Segoe Print" w:hAnsi="Segoe Print"/>
          <w:b/>
          <w:sz w:val="24"/>
        </w:rPr>
        <w:t>7</w:t>
      </w:r>
      <w:r w:rsidR="00950AD6">
        <w:rPr>
          <w:rFonts w:ascii="Segoe Print" w:hAnsi="Segoe Print"/>
          <w:b/>
          <w:sz w:val="24"/>
        </w:rPr>
        <w:t>.</w:t>
      </w:r>
      <w:r w:rsidR="00352B28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72136305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CCAA8A1" w14:textId="77777777" w:rsidR="00FB0BA5" w:rsidRDefault="00FB0BA5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FB0BA5" w:rsidRPr="000A63AF" w14:paraId="795637CC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28F41A20" w14:textId="77777777" w:rsidR="00FB0BA5" w:rsidRPr="00C240D5" w:rsidRDefault="00FB0BA5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379B02A3" w14:textId="77777777" w:rsidR="00FB0BA5" w:rsidRPr="005E3CA7" w:rsidRDefault="00FB0BA5" w:rsidP="00E35066">
            <w:pPr>
              <w:spacing w:before="120" w:after="0"/>
              <w:rPr>
                <w:rFonts w:ascii="Century Gothic" w:hAnsi="Century Gothic" w:cs="Tahoma"/>
              </w:rPr>
            </w:pPr>
            <w:r w:rsidRPr="005E3CA7">
              <w:rPr>
                <w:rFonts w:ascii="Century Gothic" w:hAnsi="Century Gothic" w:cs="Tahoma"/>
              </w:rPr>
              <w:t xml:space="preserve">Molly cat weighs 3kg and </w:t>
            </w:r>
            <w:proofErr w:type="spellStart"/>
            <w:r>
              <w:rPr>
                <w:rFonts w:ascii="Century Gothic" w:hAnsi="Century Gothic" w:cs="Tahoma"/>
              </w:rPr>
              <w:t>Dwarfy</w:t>
            </w:r>
            <w:proofErr w:type="spellEnd"/>
            <w:r w:rsidRPr="005E3CA7">
              <w:rPr>
                <w:rFonts w:ascii="Century Gothic" w:hAnsi="Century Gothic" w:cs="Tahoma"/>
              </w:rPr>
              <w:t xml:space="preserve"> the hamster weighs 30g.  Write the ratio Molly’s and </w:t>
            </w:r>
            <w:proofErr w:type="spellStart"/>
            <w:r>
              <w:rPr>
                <w:rFonts w:ascii="Century Gothic" w:hAnsi="Century Gothic" w:cs="Tahoma"/>
              </w:rPr>
              <w:t>Dwarfy</w:t>
            </w:r>
            <w:r w:rsidRPr="005E3CA7">
              <w:rPr>
                <w:rFonts w:ascii="Century Gothic" w:hAnsi="Century Gothic" w:cs="Tahoma"/>
              </w:rPr>
              <w:t>’s</w:t>
            </w:r>
            <w:proofErr w:type="spellEnd"/>
            <w:r w:rsidRPr="005E3CA7">
              <w:rPr>
                <w:rFonts w:ascii="Century Gothic" w:hAnsi="Century Gothic" w:cs="Tahoma"/>
              </w:rPr>
              <w:t xml:space="preserve"> weights in its simplest form.</w:t>
            </w:r>
          </w:p>
          <w:p w14:paraId="50C0E5DB" w14:textId="77777777" w:rsidR="00FB0BA5" w:rsidRPr="004C52E2" w:rsidRDefault="00FB0BA5" w:rsidP="00E35066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33ED6B5" w14:textId="77777777" w:rsidR="00FB0BA5" w:rsidRPr="00A1371A" w:rsidRDefault="00FB0BA5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CBF908E" w14:textId="77777777" w:rsidR="00FB0BA5" w:rsidRPr="001E2A93" w:rsidRDefault="00FB0BA5" w:rsidP="00E35066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0C197746" w14:textId="77777777" w:rsidR="00FB0BA5" w:rsidRPr="00CC4012" w:rsidRDefault="00FB0BA5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10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48016A42" w14:textId="77777777" w:rsidR="00FB0BA5" w:rsidRPr="001E2A93" w:rsidRDefault="00FB0BA5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10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FB0BA5" w:rsidRPr="00C240D5" w14:paraId="64EEEAB3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BA7746F" w14:textId="77777777" w:rsidR="00FB0BA5" w:rsidRPr="00C240D5" w:rsidRDefault="00FB0BA5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22AB2BE" w14:textId="77777777" w:rsidR="00FB0BA5" w:rsidRDefault="00FB0BA5" w:rsidP="00E35066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1B181CEF" w14:textId="77777777" w:rsidR="00FB0BA5" w:rsidRPr="00A1371A" w:rsidRDefault="00FB0BA5" w:rsidP="00E35066">
            <w:pPr>
              <w:spacing w:before="120" w:after="0"/>
              <w:rPr>
                <w:rFonts w:ascii="Century Gothic" w:hAnsi="Century Gothic"/>
              </w:rPr>
            </w:pPr>
            <w:r w:rsidRPr="00EA08C0">
              <w:rPr>
                <w:rFonts w:ascii="Century Gothic" w:hAnsi="Century Gothic"/>
              </w:rPr>
              <w:drawing>
                <wp:inline distT="0" distB="0" distL="0" distR="0" wp14:anchorId="52B0E010" wp14:editId="6690971C">
                  <wp:extent cx="2233914" cy="1217872"/>
                  <wp:effectExtent l="0" t="0" r="1905" b="190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564"/>
                          <a:stretch/>
                        </pic:blipFill>
                        <pic:spPr bwMode="auto">
                          <a:xfrm>
                            <a:off x="0" y="0"/>
                            <a:ext cx="2254046" cy="122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071AC49C" w14:textId="77777777" w:rsidR="00FB0BA5" w:rsidRPr="00A1371A" w:rsidRDefault="00FB0BA5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8F54899" w14:textId="77777777" w:rsidR="00FB0BA5" w:rsidRPr="00C86BC9" w:rsidRDefault="00FB0BA5" w:rsidP="00E35066">
            <w:pPr>
              <w:spacing w:before="120" w:after="0"/>
              <w:rPr>
                <w:rFonts w:ascii="Century Gothic" w:hAnsi="Century Gothic"/>
              </w:rPr>
            </w:pPr>
            <w:r w:rsidRPr="00C86BC9">
              <w:rPr>
                <w:rFonts w:ascii="Century Gothic" w:hAnsi="Century Gothic" w:cs="Tahoma"/>
              </w:rPr>
              <w:t>The probability of Scholars winning is 0.2 and of drawing is 0.3.  What is the probability of Scholars losing?</w:t>
            </w:r>
          </w:p>
        </w:tc>
      </w:tr>
      <w:tr w:rsidR="00FB0BA5" w:rsidRPr="00C240D5" w14:paraId="4BA5399F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CAEBC0E" w14:textId="77777777" w:rsidR="00FB0BA5" w:rsidRPr="00C240D5" w:rsidRDefault="00FB0BA5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6713590" w14:textId="77777777" w:rsidR="00FB0BA5" w:rsidRDefault="00FB0BA5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0208BF0" w14:textId="77777777" w:rsidR="00FB0BA5" w:rsidRPr="009F6C6A" w:rsidRDefault="00FB0BA5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5401EA15" wp14:editId="687E0A75">
                  <wp:extent cx="1451464" cy="76392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683" cy="769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DB9165" w14:textId="5F4AD987" w:rsidR="002460CE" w:rsidRDefault="00FB0BA5" w:rsidP="00FB0BA5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46641ABF" wp14:editId="0962EEFA">
            <wp:simplePos x="0" y="0"/>
            <wp:positionH relativeFrom="column">
              <wp:posOffset>6054090</wp:posOffset>
            </wp:positionH>
            <wp:positionV relativeFrom="paragraph">
              <wp:posOffset>3993482</wp:posOffset>
            </wp:positionV>
            <wp:extent cx="572135" cy="401320"/>
            <wp:effectExtent l="0" t="0" r="0" b="508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33769B47" wp14:editId="682FBDF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8" name="Picture 3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0" locked="0" layoutInCell="1" allowOverlap="1" wp14:anchorId="0A96CDE0" wp14:editId="5664BF8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9" name="Picture 3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27.3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bookmarkStart w:id="0" w:name="_GoBack"/>
      <w:bookmarkEnd w:id="0"/>
    </w:p>
    <w:p w14:paraId="55F84830" w14:textId="77777777" w:rsidR="002460CE" w:rsidRDefault="002460CE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54953D8C" w14:textId="784DE4DA" w:rsidR="00E50F92" w:rsidRDefault="00E50F92" w:rsidP="00326247">
      <w:pPr>
        <w:spacing w:after="120"/>
        <w:rPr>
          <w:rFonts w:ascii="Segoe Print" w:hAnsi="Segoe Print"/>
          <w:b/>
          <w:sz w:val="24"/>
        </w:rPr>
      </w:pP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40DB"/>
    <w:rsid w:val="000A43CA"/>
    <w:rsid w:val="000A63AF"/>
    <w:rsid w:val="000E162B"/>
    <w:rsid w:val="00105331"/>
    <w:rsid w:val="00125C71"/>
    <w:rsid w:val="001760AE"/>
    <w:rsid w:val="001826A9"/>
    <w:rsid w:val="001D513F"/>
    <w:rsid w:val="001E2A93"/>
    <w:rsid w:val="0020147F"/>
    <w:rsid w:val="00213C21"/>
    <w:rsid w:val="0022775C"/>
    <w:rsid w:val="00242309"/>
    <w:rsid w:val="002460CE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2B28"/>
    <w:rsid w:val="00353B71"/>
    <w:rsid w:val="00390E5A"/>
    <w:rsid w:val="003D55FD"/>
    <w:rsid w:val="003F51D8"/>
    <w:rsid w:val="004008D8"/>
    <w:rsid w:val="00493EE3"/>
    <w:rsid w:val="004A26C7"/>
    <w:rsid w:val="004C52E2"/>
    <w:rsid w:val="004F073D"/>
    <w:rsid w:val="0050136B"/>
    <w:rsid w:val="00505FC9"/>
    <w:rsid w:val="00523173"/>
    <w:rsid w:val="00525119"/>
    <w:rsid w:val="005D37DE"/>
    <w:rsid w:val="005E3CA7"/>
    <w:rsid w:val="005E3FC2"/>
    <w:rsid w:val="00611673"/>
    <w:rsid w:val="0064471D"/>
    <w:rsid w:val="00665D34"/>
    <w:rsid w:val="00666CDC"/>
    <w:rsid w:val="0066773D"/>
    <w:rsid w:val="006E6A1A"/>
    <w:rsid w:val="0070003E"/>
    <w:rsid w:val="00705472"/>
    <w:rsid w:val="00734D85"/>
    <w:rsid w:val="00782957"/>
    <w:rsid w:val="007B4226"/>
    <w:rsid w:val="007E2C1A"/>
    <w:rsid w:val="0080464D"/>
    <w:rsid w:val="0090117B"/>
    <w:rsid w:val="0090585D"/>
    <w:rsid w:val="00950AD6"/>
    <w:rsid w:val="0099142F"/>
    <w:rsid w:val="009A72D8"/>
    <w:rsid w:val="009F6C6A"/>
    <w:rsid w:val="00A1371A"/>
    <w:rsid w:val="00A5698F"/>
    <w:rsid w:val="00A71E06"/>
    <w:rsid w:val="00A844B6"/>
    <w:rsid w:val="00AD3C1A"/>
    <w:rsid w:val="00B40DC9"/>
    <w:rsid w:val="00B64A68"/>
    <w:rsid w:val="00BE7AC9"/>
    <w:rsid w:val="00BF0512"/>
    <w:rsid w:val="00C11472"/>
    <w:rsid w:val="00C240D5"/>
    <w:rsid w:val="00C41860"/>
    <w:rsid w:val="00C55B29"/>
    <w:rsid w:val="00C6765F"/>
    <w:rsid w:val="00C86BC9"/>
    <w:rsid w:val="00CC4012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1582"/>
    <w:rsid w:val="00E7749A"/>
    <w:rsid w:val="00EA08C0"/>
    <w:rsid w:val="00EA0CA1"/>
    <w:rsid w:val="00EC4CCA"/>
    <w:rsid w:val="00F04FE3"/>
    <w:rsid w:val="00F3252F"/>
    <w:rsid w:val="00F35C69"/>
    <w:rsid w:val="00F43DAF"/>
    <w:rsid w:val="00F55BE2"/>
    <w:rsid w:val="00F8683A"/>
    <w:rsid w:val="00FB0BA5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cp:lastPrinted>2019-05-06T15:37:00Z</cp:lastPrinted>
  <dcterms:created xsi:type="dcterms:W3CDTF">2019-05-06T15:39:00Z</dcterms:created>
  <dcterms:modified xsi:type="dcterms:W3CDTF">2019-05-06T15:43:00Z</dcterms:modified>
</cp:coreProperties>
</file>